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C87BB-6184-4C31-ADF6-F33AAFC78789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